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236AA27C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</w:t>
      </w:r>
      <w:r w:rsidR="004877F5">
        <w:rPr>
          <w:rStyle w:val="Siln"/>
        </w:rPr>
        <w:t> </w:t>
      </w:r>
      <w:r w:rsidRPr="00986260">
        <w:rPr>
          <w:rStyle w:val="Siln"/>
        </w:rPr>
        <w:t>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2184118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4877F5" w:rsidRPr="004877F5">
        <w:rPr>
          <w:rFonts w:ascii="Verdana" w:eastAsia="Calibri" w:hAnsi="Verdana" w:cs="Times New Roman"/>
          <w:b/>
          <w:bCs/>
        </w:rPr>
        <w:t>„</w:t>
      </w:r>
      <w:r w:rsidR="004877F5" w:rsidRPr="004877F5">
        <w:rPr>
          <w:rFonts w:ascii="Verdana" w:eastAsia="Verdana" w:hAnsi="Verdana" w:cs="Times New Roman"/>
          <w:b/>
          <w:bCs/>
        </w:rPr>
        <w:t>Revize, Provozní revize, Prohlídka a zkouška zdvihacích zařízení pro OŘ PHA 2025-2029“</w:t>
      </w:r>
      <w:r w:rsidRPr="004877F5">
        <w:rPr>
          <w:rFonts w:eastAsia="Times New Roman" w:cs="Times New Roman"/>
          <w:lang w:eastAsia="cs-CZ"/>
        </w:rPr>
        <w:t>, č.</w:t>
      </w:r>
      <w:r w:rsidR="004877F5" w:rsidRPr="004877F5">
        <w:rPr>
          <w:rFonts w:eastAsia="Times New Roman" w:cs="Times New Roman"/>
          <w:lang w:eastAsia="cs-CZ"/>
        </w:rPr>
        <w:t xml:space="preserve"> </w:t>
      </w:r>
      <w:r w:rsidRPr="004877F5">
        <w:rPr>
          <w:rFonts w:eastAsia="Times New Roman" w:cs="Times New Roman"/>
          <w:lang w:eastAsia="cs-CZ"/>
        </w:rPr>
        <w:t xml:space="preserve">j. </w:t>
      </w:r>
      <w:r w:rsidR="00592449">
        <w:t>46218</w:t>
      </w:r>
      <w:r w:rsidR="004877F5" w:rsidRPr="00103A15">
        <w:t>/2025-SŽ-OŘ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592449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592449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20A2894D" w14:textId="77777777" w:rsidR="009F2751" w:rsidRDefault="009F2751" w:rsidP="00882E6D">
      <w:pPr>
        <w:spacing w:line="240" w:lineRule="auto"/>
        <w:rPr>
          <w:rFonts w:eastAsia="Calibri" w:cs="Times New Roman"/>
        </w:rPr>
      </w:pP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4A239" w14:textId="7B1A0C77" w:rsidR="00F4312A" w:rsidRDefault="00F4312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4B579C75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122FB5A1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877F5"/>
    <w:rsid w:val="00491827"/>
    <w:rsid w:val="004A4FA3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92449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3368B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2751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AE552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312A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4A4FA3"/>
    <w:rsid w:val="00710200"/>
    <w:rsid w:val="0073368B"/>
    <w:rsid w:val="0087094D"/>
    <w:rsid w:val="00AE5521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2B46B08-FDD9-42EE-B847-1C15585FA4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91</TotalTime>
  <Pages>2</Pages>
  <Words>479</Words>
  <Characters>2831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Kalinová Jitka</cp:lastModifiedBy>
  <cp:revision>13</cp:revision>
  <cp:lastPrinted>2025-10-16T12:46:00Z</cp:lastPrinted>
  <dcterms:created xsi:type="dcterms:W3CDTF">2023-11-16T10:29:00Z</dcterms:created>
  <dcterms:modified xsi:type="dcterms:W3CDTF">2025-11-13T13:44:00Z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